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9BBEB" w14:textId="1FD01D4A" w:rsidR="001D1F3D" w:rsidRDefault="001D1F3D" w:rsidP="001D1F3D">
      <w:pPr>
        <w:spacing w:line="240" w:lineRule="auto"/>
        <w:jc w:val="left"/>
        <w:rPr>
          <w:rFonts w:ascii="Calibri" w:hAnsi="Calibri" w:cs="Helvetica"/>
          <w:color w:val="2D2D2D"/>
          <w:sz w:val="22"/>
        </w:rPr>
      </w:pPr>
    </w:p>
    <w:p w14:paraId="16773E1C" w14:textId="351725B3" w:rsidR="00A7264A" w:rsidRDefault="00A7264A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</w:p>
    <w:p w14:paraId="02B36793" w14:textId="77777777" w:rsidR="00C87F20" w:rsidRDefault="00C87F20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</w:p>
    <w:p w14:paraId="3B7A64DE" w14:textId="77777777" w:rsidR="00C87F20" w:rsidRDefault="00C87F20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</w:p>
    <w:p w14:paraId="7D440276" w14:textId="77777777" w:rsidR="00C87F20" w:rsidRDefault="00C87F20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</w:p>
    <w:p w14:paraId="0F39D7A6" w14:textId="56210E79" w:rsidR="00C87F20" w:rsidRDefault="00E21318" w:rsidP="00C87F20">
      <w:pPr>
        <w:shd w:val="clear" w:color="auto" w:fill="FFFFFF"/>
        <w:spacing w:line="240" w:lineRule="auto"/>
        <w:jc w:val="right"/>
        <w:rPr>
          <w:rFonts w:ascii="Calibri" w:eastAsiaTheme="minorEastAsia" w:hAnsi="Calibri"/>
          <w:noProof/>
          <w:color w:val="222222"/>
          <w:szCs w:val="24"/>
          <w:lang w:eastAsia="et-EE"/>
        </w:rPr>
      </w:pPr>
      <w:r>
        <w:rPr>
          <w:rFonts w:ascii="Calibri" w:eastAsiaTheme="minorEastAsia" w:hAnsi="Calibri"/>
          <w:noProof/>
          <w:color w:val="222222"/>
          <w:szCs w:val="24"/>
          <w:lang w:eastAsia="et-EE"/>
        </w:rPr>
        <w:t>09.10.2025</w:t>
      </w:r>
    </w:p>
    <w:p w14:paraId="07B9ACA7" w14:textId="2F3B4103" w:rsidR="00C87F20" w:rsidRDefault="00C87F20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  <w:r>
        <w:rPr>
          <w:rFonts w:ascii="Calibri" w:eastAsiaTheme="minorEastAsia" w:hAnsi="Calibri"/>
          <w:noProof/>
          <w:color w:val="222222"/>
          <w:szCs w:val="24"/>
          <w:lang w:eastAsia="et-EE"/>
        </w:rPr>
        <w:t>Lugupeetud Rae vallavalitsuse esindaja</w:t>
      </w:r>
    </w:p>
    <w:p w14:paraId="031CE1EF" w14:textId="77777777" w:rsidR="00C87F20" w:rsidRDefault="00C87F20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</w:p>
    <w:p w14:paraId="54A0BB8C" w14:textId="687A254A" w:rsidR="00C87F20" w:rsidRDefault="00C87F20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  <w:r>
        <w:rPr>
          <w:rFonts w:ascii="Calibri" w:eastAsiaTheme="minorEastAsia" w:hAnsi="Calibri"/>
          <w:noProof/>
          <w:color w:val="222222"/>
          <w:szCs w:val="24"/>
          <w:lang w:eastAsia="et-EE"/>
        </w:rPr>
        <w:t xml:space="preserve">Mina, </w:t>
      </w:r>
      <w:r w:rsidR="00E21318">
        <w:rPr>
          <w:rFonts w:ascii="Calibri" w:eastAsiaTheme="minorEastAsia" w:hAnsi="Calibri"/>
          <w:noProof/>
          <w:color w:val="222222"/>
          <w:szCs w:val="24"/>
          <w:lang w:eastAsia="et-EE"/>
        </w:rPr>
        <w:t>Tarmo Remmet</w:t>
      </w:r>
      <w:r>
        <w:rPr>
          <w:rFonts w:ascii="Calibri" w:eastAsiaTheme="minorEastAsia" w:hAnsi="Calibri"/>
          <w:noProof/>
          <w:color w:val="222222"/>
          <w:szCs w:val="24"/>
          <w:lang w:eastAsia="et-EE"/>
        </w:rPr>
        <w:t xml:space="preserve"> (is</w:t>
      </w:r>
      <w:r w:rsidR="00C52ED2">
        <w:rPr>
          <w:rFonts w:ascii="Calibri" w:eastAsiaTheme="minorEastAsia" w:hAnsi="Calibri"/>
          <w:noProof/>
          <w:color w:val="222222"/>
          <w:szCs w:val="24"/>
          <w:lang w:eastAsia="et-EE"/>
        </w:rPr>
        <w:t>i</w:t>
      </w:r>
      <w:r>
        <w:rPr>
          <w:rFonts w:ascii="Calibri" w:eastAsiaTheme="minorEastAsia" w:hAnsi="Calibri"/>
          <w:noProof/>
          <w:color w:val="222222"/>
          <w:szCs w:val="24"/>
          <w:lang w:eastAsia="et-EE"/>
        </w:rPr>
        <w:t xml:space="preserve">kukood: </w:t>
      </w:r>
      <w:r w:rsidR="00E21318" w:rsidRPr="00E21318">
        <w:rPr>
          <w:rFonts w:ascii="Calibri" w:eastAsiaTheme="minorEastAsia" w:hAnsi="Calibri"/>
          <w:noProof/>
          <w:color w:val="222222"/>
          <w:szCs w:val="24"/>
          <w:lang w:eastAsia="et-EE"/>
        </w:rPr>
        <w:t>36405210291</w:t>
      </w:r>
      <w:r>
        <w:rPr>
          <w:rFonts w:ascii="Calibri" w:eastAsiaTheme="minorEastAsia" w:hAnsi="Calibri"/>
          <w:noProof/>
          <w:color w:val="222222"/>
          <w:szCs w:val="24"/>
          <w:lang w:eastAsia="et-EE"/>
        </w:rPr>
        <w:t xml:space="preserve">) </w:t>
      </w:r>
      <w:r w:rsidR="00E21318">
        <w:rPr>
          <w:rFonts w:ascii="Calibri" w:eastAsiaTheme="minorEastAsia" w:hAnsi="Calibri"/>
          <w:noProof/>
          <w:color w:val="222222"/>
          <w:szCs w:val="24"/>
          <w:lang w:eastAsia="et-EE"/>
        </w:rPr>
        <w:t>Autoks TC</w:t>
      </w:r>
      <w:r>
        <w:rPr>
          <w:rFonts w:ascii="Calibri" w:eastAsiaTheme="minorEastAsia" w:hAnsi="Calibri"/>
          <w:noProof/>
          <w:color w:val="222222"/>
          <w:szCs w:val="24"/>
          <w:lang w:eastAsia="et-EE"/>
        </w:rPr>
        <w:t xml:space="preserve"> </w:t>
      </w:r>
      <w:bookmarkStart w:id="0" w:name="_GoBack"/>
      <w:bookmarkEnd w:id="0"/>
      <w:r>
        <w:rPr>
          <w:rFonts w:ascii="Calibri" w:eastAsiaTheme="minorEastAsia" w:hAnsi="Calibri"/>
          <w:noProof/>
          <w:color w:val="222222"/>
          <w:szCs w:val="24"/>
          <w:lang w:eastAsia="et-EE"/>
        </w:rPr>
        <w:t xml:space="preserve">OÜ </w:t>
      </w:r>
      <w:r w:rsidR="00E21318">
        <w:rPr>
          <w:rFonts w:ascii="Calibri" w:eastAsiaTheme="minorEastAsia" w:hAnsi="Calibri"/>
          <w:noProof/>
          <w:color w:val="222222"/>
          <w:szCs w:val="24"/>
          <w:lang w:eastAsia="et-EE"/>
        </w:rPr>
        <w:t>seadusliku</w:t>
      </w:r>
      <w:r>
        <w:rPr>
          <w:rFonts w:ascii="Calibri" w:eastAsiaTheme="minorEastAsia" w:hAnsi="Calibri"/>
          <w:noProof/>
          <w:color w:val="222222"/>
          <w:szCs w:val="24"/>
          <w:lang w:eastAsia="et-EE"/>
        </w:rPr>
        <w:t xml:space="preserve"> esindajana annan RE Kinnisvara AS-le loa paigaldada </w:t>
      </w:r>
      <w:r w:rsidR="00E21318">
        <w:rPr>
          <w:rFonts w:ascii="Calibri" w:eastAsiaTheme="minorEastAsia" w:hAnsi="Calibri"/>
          <w:noProof/>
          <w:color w:val="222222"/>
          <w:szCs w:val="24"/>
          <w:lang w:eastAsia="et-EE"/>
        </w:rPr>
        <w:t>Reti tee 23</w:t>
      </w:r>
      <w:r>
        <w:rPr>
          <w:rFonts w:ascii="Calibri" w:eastAsiaTheme="minorEastAsia" w:hAnsi="Calibri"/>
          <w:noProof/>
          <w:color w:val="222222"/>
          <w:szCs w:val="24"/>
          <w:lang w:eastAsia="et-EE"/>
        </w:rPr>
        <w:t>,</w:t>
      </w:r>
      <w:r w:rsidR="00E21318">
        <w:rPr>
          <w:rFonts w:ascii="Calibri" w:eastAsiaTheme="minorEastAsia" w:hAnsi="Calibri"/>
          <w:noProof/>
          <w:color w:val="222222"/>
          <w:szCs w:val="24"/>
          <w:lang w:eastAsia="et-EE"/>
        </w:rPr>
        <w:t xml:space="preserve"> Rae vald, Harjumaa kinnistule reklaamplakati. Luba on antud tähtajatuna.</w:t>
      </w:r>
    </w:p>
    <w:p w14:paraId="4D0CE6FD" w14:textId="77777777" w:rsidR="00C87F20" w:rsidRDefault="00C87F20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</w:p>
    <w:p w14:paraId="4E95DE91" w14:textId="77777777" w:rsidR="00C87F20" w:rsidRDefault="00C87F20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</w:p>
    <w:p w14:paraId="129E729D" w14:textId="294B9E8B" w:rsidR="00C87F20" w:rsidRDefault="00E21318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  <w:r>
        <w:rPr>
          <w:rFonts w:ascii="Calibri" w:eastAsiaTheme="minorEastAsia" w:hAnsi="Calibri"/>
          <w:noProof/>
          <w:color w:val="222222"/>
          <w:szCs w:val="24"/>
          <w:lang w:eastAsia="et-EE"/>
        </w:rPr>
        <w:t>Tarmo Remmet</w:t>
      </w:r>
    </w:p>
    <w:p w14:paraId="09FC0D01" w14:textId="3C8D5A30" w:rsidR="00C87F20" w:rsidRDefault="00E21318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  <w:r>
        <w:rPr>
          <w:rFonts w:ascii="Calibri" w:eastAsiaTheme="minorEastAsia" w:hAnsi="Calibri"/>
          <w:noProof/>
          <w:color w:val="222222"/>
          <w:szCs w:val="24"/>
          <w:lang w:eastAsia="et-EE"/>
        </w:rPr>
        <w:t>5187162</w:t>
      </w:r>
    </w:p>
    <w:p w14:paraId="6140178C" w14:textId="3805D135" w:rsidR="00C87F20" w:rsidRDefault="00E21318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  <w:r>
        <w:rPr>
          <w:rFonts w:ascii="Calibri" w:eastAsiaTheme="minorEastAsia" w:hAnsi="Calibri"/>
          <w:noProof/>
          <w:color w:val="222222"/>
          <w:szCs w:val="24"/>
          <w:lang w:eastAsia="et-EE"/>
        </w:rPr>
        <w:t>tarmo@autoks.ee</w:t>
      </w:r>
    </w:p>
    <w:p w14:paraId="3C751E78" w14:textId="14A2A1C9" w:rsidR="00C87F20" w:rsidRDefault="00E21318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  <w:r>
        <w:rPr>
          <w:rFonts w:ascii="Calibri" w:eastAsiaTheme="minorEastAsia" w:hAnsi="Calibri"/>
          <w:noProof/>
          <w:color w:val="222222"/>
          <w:szCs w:val="24"/>
          <w:lang w:eastAsia="et-EE"/>
        </w:rPr>
        <w:t>Autoks TC OÜ</w:t>
      </w:r>
    </w:p>
    <w:p w14:paraId="11FC44AD" w14:textId="77777777" w:rsidR="00C87F20" w:rsidRDefault="00C87F20" w:rsidP="00A7264A">
      <w:pPr>
        <w:shd w:val="clear" w:color="auto" w:fill="FFFFFF"/>
        <w:spacing w:line="240" w:lineRule="auto"/>
        <w:jc w:val="left"/>
        <w:rPr>
          <w:rFonts w:ascii="Calibri" w:eastAsiaTheme="minorEastAsia" w:hAnsi="Calibri"/>
          <w:noProof/>
          <w:color w:val="222222"/>
          <w:szCs w:val="24"/>
          <w:lang w:eastAsia="et-EE"/>
        </w:rPr>
      </w:pPr>
    </w:p>
    <w:sectPr w:rsidR="00C87F20" w:rsidSect="00375F20">
      <w:headerReference w:type="default" r:id="rId8"/>
      <w:footerReference w:type="default" r:id="rId9"/>
      <w:pgSz w:w="11906" w:h="16838" w:code="9"/>
      <w:pgMar w:top="2127" w:right="3119" w:bottom="567" w:left="737" w:header="164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324B8" w14:textId="77777777" w:rsidR="0091698C" w:rsidRDefault="0091698C" w:rsidP="00B13DCF">
      <w:pPr>
        <w:spacing w:after="0" w:line="240" w:lineRule="auto"/>
      </w:pPr>
      <w:r>
        <w:separator/>
      </w:r>
    </w:p>
  </w:endnote>
  <w:endnote w:type="continuationSeparator" w:id="0">
    <w:p w14:paraId="59C4EFC5" w14:textId="77777777" w:rsidR="0091698C" w:rsidRDefault="0091698C" w:rsidP="00B13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769355346"/>
      <w:docPartObj>
        <w:docPartGallery w:val="Page Numbers (Bottom of Page)"/>
        <w:docPartUnique/>
      </w:docPartObj>
    </w:sdtPr>
    <w:sdtEndPr/>
    <w:sdtContent>
      <w:p w14:paraId="28467FC7" w14:textId="77777777" w:rsidR="007B2E97" w:rsidRDefault="007B2E97">
        <w:pPr>
          <w:pStyle w:val="Foo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 wp14:anchorId="24FE3F56" wp14:editId="48D08CE6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75565</wp:posOffset>
                  </wp:positionV>
                  <wp:extent cx="1301750" cy="635"/>
                  <wp:effectExtent l="11430" t="8890" r="10795" b="9525"/>
                  <wp:wrapNone/>
                  <wp:docPr id="34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301750" cy="63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8F133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<w:pict>
                <v:shapetype w14:anchorId="4DA40BB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" o:spid="_x0000_s1026" type="#_x0000_t32" style="position:absolute;margin-left:-2.85pt;margin-top:5.95pt;width:102.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" strokecolor="#8f1336" strokeweight=".5pt">
                  <v:shadow color="#7f7f7f [1601]" opacity=".5" offset="1pt"/>
                </v:shape>
              </w:pict>
            </mc:Fallback>
          </mc:AlternateContent>
        </w:r>
      </w:p>
    </w:sdtContent>
  </w:sdt>
  <w:p w14:paraId="33A0C71E" w14:textId="77777777" w:rsidR="007B2E97" w:rsidRPr="007B3916" w:rsidRDefault="007B2E97" w:rsidP="007B3916">
    <w:pPr>
      <w:pStyle w:val="Footer"/>
      <w:rPr>
        <w:rFonts w:ascii="Arial" w:hAnsi="Arial" w:cs="Arial"/>
        <w:color w:val="3F2A2E"/>
        <w:sz w:val="18"/>
        <w:szCs w:val="18"/>
      </w:rPr>
    </w:pPr>
    <w:r w:rsidRPr="007B3916">
      <w:rPr>
        <w:rFonts w:ascii="Arial" w:hAnsi="Arial" w:cs="Arial"/>
        <w:color w:val="3F2A2E"/>
        <w:sz w:val="18"/>
        <w:szCs w:val="18"/>
      </w:rPr>
      <w:t>RE Kinnisvara AS</w:t>
    </w:r>
  </w:p>
  <w:p w14:paraId="3A038ADD" w14:textId="553504BF" w:rsidR="007B2E97" w:rsidRPr="007B3916" w:rsidRDefault="007B2E97" w:rsidP="007B3916">
    <w:pPr>
      <w:pStyle w:val="Footer"/>
      <w:rPr>
        <w:rFonts w:ascii="Arial" w:hAnsi="Arial" w:cs="Arial"/>
        <w:color w:val="3F2A2E"/>
        <w:sz w:val="18"/>
        <w:szCs w:val="18"/>
      </w:rPr>
    </w:pPr>
    <w:r w:rsidRPr="007B3916">
      <w:rPr>
        <w:rFonts w:ascii="Arial" w:hAnsi="Arial" w:cs="Arial"/>
        <w:color w:val="3F2A2E"/>
        <w:sz w:val="18"/>
        <w:szCs w:val="18"/>
      </w:rPr>
      <w:t>T</w:t>
    </w:r>
    <w:r w:rsidR="00E21318">
      <w:rPr>
        <w:rFonts w:ascii="Arial" w:hAnsi="Arial" w:cs="Arial"/>
        <w:color w:val="3F2A2E"/>
        <w:sz w:val="18"/>
        <w:szCs w:val="18"/>
      </w:rPr>
      <w:t>elliskivi</w:t>
    </w:r>
    <w:r w:rsidRPr="007B3916">
      <w:rPr>
        <w:rFonts w:ascii="Arial" w:hAnsi="Arial" w:cs="Arial"/>
        <w:color w:val="3F2A2E"/>
        <w:sz w:val="18"/>
        <w:szCs w:val="18"/>
      </w:rPr>
      <w:t xml:space="preserve"> 6</w:t>
    </w:r>
    <w:r w:rsidR="00752A0B">
      <w:rPr>
        <w:rFonts w:ascii="Arial" w:hAnsi="Arial" w:cs="Arial"/>
        <w:color w:val="3F2A2E"/>
        <w:sz w:val="18"/>
        <w:szCs w:val="18"/>
      </w:rPr>
      <w:t>0/2</w:t>
    </w:r>
    <w:r w:rsidRPr="007B3916">
      <w:rPr>
        <w:rFonts w:ascii="Arial" w:hAnsi="Arial" w:cs="Arial"/>
        <w:color w:val="3F2A2E"/>
        <w:sz w:val="18"/>
        <w:szCs w:val="18"/>
      </w:rPr>
      <w:t>, Tallinn 10</w:t>
    </w:r>
    <w:r w:rsidR="00752A0B">
      <w:rPr>
        <w:rFonts w:ascii="Arial" w:hAnsi="Arial" w:cs="Arial"/>
        <w:color w:val="3F2A2E"/>
        <w:sz w:val="18"/>
        <w:szCs w:val="18"/>
      </w:rPr>
      <w:t>412</w:t>
    </w:r>
  </w:p>
  <w:p w14:paraId="4CCBBE36" w14:textId="77777777" w:rsidR="00752A0B" w:rsidRPr="00763D63" w:rsidRDefault="007B2E97" w:rsidP="00752A0B">
    <w:pPr>
      <w:pStyle w:val="Footer"/>
      <w:rPr>
        <w:rFonts w:ascii="Arial" w:hAnsi="Arial" w:cs="Arial"/>
        <w:color w:val="000000" w:themeColor="text1"/>
        <w:sz w:val="18"/>
        <w:szCs w:val="18"/>
      </w:rPr>
    </w:pPr>
    <w:r w:rsidRPr="007B3916">
      <w:rPr>
        <w:rFonts w:ascii="Arial" w:hAnsi="Arial" w:cs="Arial"/>
        <w:color w:val="3F2A2E"/>
        <w:sz w:val="18"/>
        <w:szCs w:val="18"/>
      </w:rPr>
      <w:t>Tel: 66 88</w:t>
    </w:r>
    <w:r w:rsidR="00752A0B">
      <w:rPr>
        <w:rFonts w:ascii="Arial" w:hAnsi="Arial" w:cs="Arial"/>
        <w:color w:val="3F2A2E"/>
        <w:sz w:val="18"/>
        <w:szCs w:val="18"/>
      </w:rPr>
      <w:t> </w:t>
    </w:r>
    <w:r w:rsidRPr="007B3916">
      <w:rPr>
        <w:rFonts w:ascii="Arial" w:hAnsi="Arial" w:cs="Arial"/>
        <w:color w:val="3F2A2E"/>
        <w:sz w:val="18"/>
        <w:szCs w:val="18"/>
      </w:rPr>
      <w:t>666</w:t>
    </w:r>
    <w:r w:rsidR="00752A0B">
      <w:rPr>
        <w:rFonts w:ascii="Arial" w:hAnsi="Arial" w:cs="Arial"/>
        <w:color w:val="3F2A2E"/>
        <w:sz w:val="18"/>
        <w:szCs w:val="18"/>
      </w:rPr>
      <w:t xml:space="preserve">, </w:t>
    </w:r>
    <w:hyperlink r:id="rId1" w:history="1">
      <w:r w:rsidR="00752A0B" w:rsidRPr="00763D63">
        <w:rPr>
          <w:rStyle w:val="Hyperlink"/>
          <w:rFonts w:ascii="Arial" w:hAnsi="Arial" w:cs="Arial"/>
          <w:color w:val="000000" w:themeColor="text1"/>
          <w:sz w:val="18"/>
          <w:szCs w:val="18"/>
          <w:u w:val="none"/>
        </w:rPr>
        <w:t>www.RE.ee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F93CE" w14:textId="77777777" w:rsidR="0091698C" w:rsidRDefault="0091698C" w:rsidP="00B13DCF">
      <w:pPr>
        <w:spacing w:after="0" w:line="240" w:lineRule="auto"/>
      </w:pPr>
      <w:r>
        <w:separator/>
      </w:r>
    </w:p>
  </w:footnote>
  <w:footnote w:type="continuationSeparator" w:id="0">
    <w:p w14:paraId="53DB3484" w14:textId="77777777" w:rsidR="0091698C" w:rsidRDefault="0091698C" w:rsidP="00B13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9495A" w14:textId="77777777" w:rsidR="007B2E97" w:rsidRDefault="007B2E9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6EFAC71" wp14:editId="33B73169">
          <wp:simplePos x="0" y="0"/>
          <wp:positionH relativeFrom="column">
            <wp:posOffset>5561330</wp:posOffset>
          </wp:positionH>
          <wp:positionV relativeFrom="paragraph">
            <wp:posOffset>299085</wp:posOffset>
          </wp:positionV>
          <wp:extent cx="899795" cy="148780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titled-19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1487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15EF5221" wp14:editId="192E6C52">
          <wp:simplePos x="0" y="0"/>
          <wp:positionH relativeFrom="column">
            <wp:posOffset>-458470</wp:posOffset>
          </wp:positionH>
          <wp:positionV relativeFrom="paragraph">
            <wp:posOffset>-1036955</wp:posOffset>
          </wp:positionV>
          <wp:extent cx="7559675" cy="1139825"/>
          <wp:effectExtent l="0" t="0" r="0" b="0"/>
          <wp:wrapNone/>
          <wp:docPr id="42" name="Pilt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20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139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t-E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966E2"/>
    <w:multiLevelType w:val="hybridMultilevel"/>
    <w:tmpl w:val="2C1E07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60C89"/>
    <w:multiLevelType w:val="hybridMultilevel"/>
    <w:tmpl w:val="FA1EED24"/>
    <w:lvl w:ilvl="0" w:tplc="EAA2E80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D679C1"/>
    <w:multiLevelType w:val="hybridMultilevel"/>
    <w:tmpl w:val="32E8342A"/>
    <w:lvl w:ilvl="0" w:tplc="71A2D73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C90AB3"/>
    <w:multiLevelType w:val="hybridMultilevel"/>
    <w:tmpl w:val="797ABB28"/>
    <w:lvl w:ilvl="0" w:tplc="5F00D8DE">
      <w:start w:val="500"/>
      <w:numFmt w:val="bullet"/>
      <w:lvlText w:val="-"/>
      <w:lvlJc w:val="left"/>
      <w:pPr>
        <w:ind w:left="1068" w:hanging="360"/>
      </w:pPr>
      <w:rPr>
        <w:rFonts w:ascii="Calibri" w:eastAsiaTheme="minorHAnsi" w:hAnsi="Calibri" w:cs="Helvetica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6367177"/>
    <w:multiLevelType w:val="hybridMultilevel"/>
    <w:tmpl w:val="89643C1C"/>
    <w:lvl w:ilvl="0" w:tplc="B0F410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B25813"/>
    <w:multiLevelType w:val="hybridMultilevel"/>
    <w:tmpl w:val="60CC0DE2"/>
    <w:lvl w:ilvl="0" w:tplc="35AA1F4E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8f13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16"/>
    <w:rsid w:val="00067231"/>
    <w:rsid w:val="000823A3"/>
    <w:rsid w:val="00084507"/>
    <w:rsid w:val="00096EB5"/>
    <w:rsid w:val="000972D0"/>
    <w:rsid w:val="00113934"/>
    <w:rsid w:val="00137D80"/>
    <w:rsid w:val="00171664"/>
    <w:rsid w:val="00183CD3"/>
    <w:rsid w:val="001C0200"/>
    <w:rsid w:val="001D1F3D"/>
    <w:rsid w:val="001E56D7"/>
    <w:rsid w:val="001F7B1E"/>
    <w:rsid w:val="00201339"/>
    <w:rsid w:val="00283166"/>
    <w:rsid w:val="00284F54"/>
    <w:rsid w:val="002B318E"/>
    <w:rsid w:val="002C4358"/>
    <w:rsid w:val="00320EB6"/>
    <w:rsid w:val="00371F1A"/>
    <w:rsid w:val="00375F20"/>
    <w:rsid w:val="003A53A5"/>
    <w:rsid w:val="003B17ED"/>
    <w:rsid w:val="00425EC3"/>
    <w:rsid w:val="00446DE5"/>
    <w:rsid w:val="004823EB"/>
    <w:rsid w:val="004F580D"/>
    <w:rsid w:val="0057187B"/>
    <w:rsid w:val="005719C7"/>
    <w:rsid w:val="005E49A4"/>
    <w:rsid w:val="005E611A"/>
    <w:rsid w:val="00605AE9"/>
    <w:rsid w:val="00607768"/>
    <w:rsid w:val="00664CE7"/>
    <w:rsid w:val="00681619"/>
    <w:rsid w:val="006830B6"/>
    <w:rsid w:val="00683612"/>
    <w:rsid w:val="00692A08"/>
    <w:rsid w:val="006A79AA"/>
    <w:rsid w:val="006E63C0"/>
    <w:rsid w:val="00723A73"/>
    <w:rsid w:val="00726A4B"/>
    <w:rsid w:val="007334FC"/>
    <w:rsid w:val="00752A0B"/>
    <w:rsid w:val="0075442C"/>
    <w:rsid w:val="00763D63"/>
    <w:rsid w:val="00776552"/>
    <w:rsid w:val="007A0703"/>
    <w:rsid w:val="007B2E97"/>
    <w:rsid w:val="007B3916"/>
    <w:rsid w:val="007C2996"/>
    <w:rsid w:val="007C4D15"/>
    <w:rsid w:val="007F79E7"/>
    <w:rsid w:val="00803326"/>
    <w:rsid w:val="008552BD"/>
    <w:rsid w:val="00864EDA"/>
    <w:rsid w:val="00883516"/>
    <w:rsid w:val="008A0C11"/>
    <w:rsid w:val="008B0AC5"/>
    <w:rsid w:val="0091698C"/>
    <w:rsid w:val="0096428E"/>
    <w:rsid w:val="009B0260"/>
    <w:rsid w:val="00A1349F"/>
    <w:rsid w:val="00A7264A"/>
    <w:rsid w:val="00AB72F7"/>
    <w:rsid w:val="00AE02CB"/>
    <w:rsid w:val="00B02020"/>
    <w:rsid w:val="00B13DCF"/>
    <w:rsid w:val="00BB3786"/>
    <w:rsid w:val="00BD60BB"/>
    <w:rsid w:val="00C52ED2"/>
    <w:rsid w:val="00C742D7"/>
    <w:rsid w:val="00C87F20"/>
    <w:rsid w:val="00CE0C3D"/>
    <w:rsid w:val="00D02ABD"/>
    <w:rsid w:val="00D62946"/>
    <w:rsid w:val="00D774AC"/>
    <w:rsid w:val="00DD0B29"/>
    <w:rsid w:val="00E21318"/>
    <w:rsid w:val="00E37C56"/>
    <w:rsid w:val="00E66E1C"/>
    <w:rsid w:val="00E760EB"/>
    <w:rsid w:val="00E91F37"/>
    <w:rsid w:val="00F551A6"/>
    <w:rsid w:val="00FB7550"/>
    <w:rsid w:val="00FC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8f1336"/>
    </o:shapedefaults>
    <o:shapelayout v:ext="edit">
      <o:idmap v:ext="edit" data="1"/>
    </o:shapelayout>
  </w:shapeDefaults>
  <w:decimalSymbol w:val=","/>
  <w:listSeparator w:val=";"/>
  <w14:docId w14:val="1A12DA5B"/>
  <w15:docId w15:val="{4EAB6A85-BD74-4974-BCF3-B09419A7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3C0"/>
    <w:pPr>
      <w:spacing w:line="360" w:lineRule="auto"/>
      <w:jc w:val="both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4F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6D7"/>
    <w:pPr>
      <w:keepNext/>
      <w:keepLines/>
      <w:spacing w:before="560" w:after="360" w:line="240" w:lineRule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4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F1336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34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8F13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13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DCF"/>
  </w:style>
  <w:style w:type="paragraph" w:styleId="Footer">
    <w:name w:val="footer"/>
    <w:basedOn w:val="Normal"/>
    <w:link w:val="FooterChar"/>
    <w:uiPriority w:val="99"/>
    <w:unhideWhenUsed/>
    <w:rsid w:val="00B13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DCF"/>
  </w:style>
  <w:style w:type="paragraph" w:styleId="BalloonText">
    <w:name w:val="Balloon Text"/>
    <w:basedOn w:val="Normal"/>
    <w:link w:val="BalloonTextChar"/>
    <w:uiPriority w:val="99"/>
    <w:semiHidden/>
    <w:unhideWhenUsed/>
    <w:rsid w:val="00B13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DC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334FC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NoSpacing">
    <w:name w:val="No Spacing"/>
    <w:uiPriority w:val="1"/>
    <w:qFormat/>
    <w:rsid w:val="002C4358"/>
    <w:pPr>
      <w:spacing w:after="0" w:line="36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1E56D7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2C43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F1336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4358"/>
    <w:rPr>
      <w:rFonts w:asciiTheme="majorHAnsi" w:eastAsiaTheme="majorEastAsia" w:hAnsiTheme="majorHAnsi" w:cstheme="majorBidi"/>
      <w:color w:val="8F1336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34FC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34FC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C435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334FC"/>
    <w:rPr>
      <w:b/>
      <w:bCs/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2C4358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3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358"/>
    <w:rPr>
      <w:b/>
      <w:bCs/>
      <w:i/>
      <w:iCs/>
      <w:color w:val="000000" w:themeColor="tex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E6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63C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334FC"/>
    <w:rPr>
      <w:rFonts w:asciiTheme="majorHAnsi" w:eastAsiaTheme="majorEastAsia" w:hAnsiTheme="majorHAnsi" w:cstheme="majorBidi"/>
      <w:b/>
      <w:bCs/>
      <w:color w:val="8F1336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34FC"/>
    <w:rPr>
      <w:rFonts w:asciiTheme="majorHAnsi" w:eastAsiaTheme="majorEastAsia" w:hAnsiTheme="majorHAnsi" w:cstheme="majorBidi"/>
      <w:b/>
      <w:bCs/>
      <w:i/>
      <w:iCs/>
      <w:color w:val="8F1336"/>
      <w:sz w:val="20"/>
    </w:rPr>
  </w:style>
  <w:style w:type="table" w:styleId="TableGrid">
    <w:name w:val="Table Grid"/>
    <w:basedOn w:val="TableNormal"/>
    <w:uiPriority w:val="59"/>
    <w:rsid w:val="00B02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B3916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rsid w:val="00E66E1C"/>
    <w:pPr>
      <w:spacing w:after="0" w:line="240" w:lineRule="auto"/>
      <w:jc w:val="left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E66E1C"/>
    <w:rPr>
      <w:rFonts w:ascii="Times New Roman" w:eastAsia="Times New Roman" w:hAnsi="Times New Roman" w:cs="Times New Roman"/>
      <w:sz w:val="16"/>
      <w:szCs w:val="24"/>
    </w:rPr>
  </w:style>
  <w:style w:type="character" w:customStyle="1" w:styleId="apple-converted-space">
    <w:name w:val="apple-converted-space"/>
    <w:basedOn w:val="DefaultParagraphFont"/>
    <w:rsid w:val="00607768"/>
  </w:style>
  <w:style w:type="paragraph" w:styleId="ListParagraph">
    <w:name w:val="List Paragraph"/>
    <w:basedOn w:val="Normal"/>
    <w:uiPriority w:val="34"/>
    <w:qFormat/>
    <w:rsid w:val="00E91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avi\Desktop\pakkumiste_pohi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C5991-4B30-4A4E-A7F2-0F39AE18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pakkumiste_pohi1.dotx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Taavi Rull</dc:creator>
  <cp:lastModifiedBy>Andi</cp:lastModifiedBy>
  <cp:revision>3</cp:revision>
  <cp:lastPrinted>2016-09-09T08:24:00Z</cp:lastPrinted>
  <dcterms:created xsi:type="dcterms:W3CDTF">2025-10-09T04:21:00Z</dcterms:created>
  <dcterms:modified xsi:type="dcterms:W3CDTF">2025-10-09T04:26:00Z</dcterms:modified>
</cp:coreProperties>
</file>